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920060" w14:textId="44DA96B4" w:rsidR="00755D62" w:rsidRPr="001A40E2" w:rsidRDefault="001D1D0D" w:rsidP="00755D62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Seeing atoms</w:t>
      </w:r>
    </w:p>
    <w:p w14:paraId="1E251D2C" w14:textId="39D76EF2" w:rsidR="00755D62" w:rsidRDefault="00755D62" w:rsidP="00755D62">
      <w:pPr>
        <w:spacing w:after="180"/>
      </w:pPr>
    </w:p>
    <w:p w14:paraId="36AB7DD0" w14:textId="4EE0F367" w:rsidR="00755D62" w:rsidRDefault="00000147" w:rsidP="00755D62">
      <w:pPr>
        <w:spacing w:after="240"/>
        <w:rPr>
          <w:szCs w:val="18"/>
          <w:lang w:val="en-US"/>
        </w:rPr>
      </w:pPr>
      <w:r>
        <w:rPr>
          <w:noProof/>
          <w:szCs w:val="18"/>
          <w:lang w:val="en-US"/>
        </w:rPr>
        <w:drawing>
          <wp:anchor distT="0" distB="0" distL="114300" distR="114300" simplePos="0" relativeHeight="251658240" behindDoc="0" locked="0" layoutInCell="1" allowOverlap="1" wp14:anchorId="3BC84B2C" wp14:editId="2C5581DC">
            <wp:simplePos x="0" y="0"/>
            <wp:positionH relativeFrom="margin">
              <wp:posOffset>807720</wp:posOffset>
            </wp:positionH>
            <wp:positionV relativeFrom="paragraph">
              <wp:posOffset>287655</wp:posOffset>
            </wp:positionV>
            <wp:extent cx="850265" cy="1287145"/>
            <wp:effectExtent l="0" t="0" r="6985" b="8255"/>
            <wp:wrapSquare wrapText="bothSides"/>
            <wp:docPr id="2" name="Picture 2" descr="A microscope on a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icroscop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0265" cy="1287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Cs w:val="18"/>
          <w:lang w:val="en-US"/>
        </w:rPr>
        <w:t xml:space="preserve">Is it possible to </w:t>
      </w:r>
      <w:r w:rsidR="001D1D0D">
        <w:rPr>
          <w:szCs w:val="18"/>
          <w:lang w:val="en-US"/>
        </w:rPr>
        <w:t>see atoms?</w:t>
      </w:r>
    </w:p>
    <w:p w14:paraId="05D0D3B0" w14:textId="77777777" w:rsidR="00000147" w:rsidRDefault="00000147" w:rsidP="00000147">
      <w:pPr>
        <w:spacing w:after="180"/>
        <w:rPr>
          <w:szCs w:val="18"/>
          <w:lang w:val="en-US"/>
        </w:rPr>
      </w:pPr>
    </w:p>
    <w:p w14:paraId="71920702" w14:textId="77777777" w:rsidR="00000147" w:rsidRDefault="00000147" w:rsidP="00000147">
      <w:pPr>
        <w:spacing w:after="180"/>
        <w:rPr>
          <w:szCs w:val="18"/>
          <w:lang w:val="en-US"/>
        </w:rPr>
      </w:pPr>
    </w:p>
    <w:p w14:paraId="1CB230B1" w14:textId="77777777" w:rsidR="00000147" w:rsidRDefault="00000147" w:rsidP="00000147">
      <w:pPr>
        <w:spacing w:after="180"/>
        <w:rPr>
          <w:szCs w:val="18"/>
          <w:lang w:val="en-US"/>
        </w:rPr>
      </w:pPr>
    </w:p>
    <w:p w14:paraId="2F7D315F" w14:textId="77777777" w:rsidR="00000147" w:rsidRDefault="00000147" w:rsidP="00000147">
      <w:pPr>
        <w:spacing w:after="180"/>
        <w:rPr>
          <w:szCs w:val="18"/>
          <w:lang w:val="en-US"/>
        </w:rPr>
      </w:pPr>
    </w:p>
    <w:p w14:paraId="3E85872E" w14:textId="77777777" w:rsidR="00000147" w:rsidRDefault="00000147" w:rsidP="00000147">
      <w:pPr>
        <w:spacing w:after="180"/>
        <w:rPr>
          <w:szCs w:val="18"/>
          <w:lang w:val="en-US"/>
        </w:rPr>
      </w:pPr>
    </w:p>
    <w:p w14:paraId="6C0652C0" w14:textId="70DBE24D" w:rsidR="00755D62" w:rsidRPr="001B2F96" w:rsidRDefault="00755D62" w:rsidP="00000147">
      <w:pPr>
        <w:spacing w:after="180"/>
        <w:rPr>
          <w:i/>
        </w:rPr>
      </w:pPr>
      <w:r w:rsidRPr="001B2F96">
        <w:t>For each statement, tick (</w:t>
      </w:r>
      <w:r w:rsidRPr="001B2F96">
        <w:sym w:font="Wingdings" w:char="F0FC"/>
      </w:r>
      <w:r w:rsidRPr="001B2F96">
        <w:t xml:space="preserve">) </w:t>
      </w:r>
      <w:r w:rsidRPr="001B2F96">
        <w:rPr>
          <w:b/>
        </w:rPr>
        <w:t>one</w:t>
      </w:r>
      <w:r w:rsidRPr="001B2F96">
        <w:t xml:space="preserve"> column to show what you think</w:t>
      </w:r>
      <w:r w:rsidRPr="001B2F96">
        <w:rPr>
          <w:i/>
        </w:rPr>
        <w:t>.</w:t>
      </w:r>
    </w:p>
    <w:tbl>
      <w:tblPr>
        <w:tblW w:w="920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4395"/>
        <w:gridCol w:w="1063"/>
        <w:gridCol w:w="1063"/>
        <w:gridCol w:w="1063"/>
        <w:gridCol w:w="1063"/>
      </w:tblGrid>
      <w:tr w:rsidR="00755D62" w:rsidRPr="00AE07E9" w14:paraId="7F625ED3" w14:textId="77777777" w:rsidTr="00677EDD">
        <w:trPr>
          <w:cantSplit/>
          <w:trHeight w:hRule="exact" w:val="938"/>
          <w:jc w:val="center"/>
        </w:trPr>
        <w:tc>
          <w:tcPr>
            <w:tcW w:w="4952" w:type="dxa"/>
            <w:gridSpan w:val="2"/>
            <w:tcBorders>
              <w:bottom w:val="single" w:sz="8" w:space="0" w:color="000000"/>
            </w:tcBorders>
            <w:vAlign w:val="center"/>
          </w:tcPr>
          <w:p w14:paraId="49A186D0" w14:textId="224957AE" w:rsidR="00755D62" w:rsidRPr="002B6D6B" w:rsidRDefault="00755D62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1063" w:type="dxa"/>
            <w:vAlign w:val="center"/>
          </w:tcPr>
          <w:p w14:paraId="54BDA52A" w14:textId="77777777" w:rsidR="00755D62" w:rsidRPr="00197AB2" w:rsidRDefault="00755D62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am </w:t>
            </w:r>
            <w:r w:rsidRPr="00197AB2">
              <w:rPr>
                <w:rFonts w:eastAsia="Times New Roman" w:cs="Times New Roman"/>
                <w:b/>
                <w:lang w:eastAsia="en-GB"/>
              </w:rPr>
              <w:t>sure</w:t>
            </w:r>
            <w:r w:rsidRPr="00197AB2">
              <w:rPr>
                <w:rFonts w:eastAsia="Times New Roman" w:cs="Times New Roman"/>
                <w:lang w:eastAsia="en-GB"/>
              </w:rPr>
              <w:t xml:space="preserve"> this is </w:t>
            </w:r>
            <w:r>
              <w:t>right</w:t>
            </w:r>
          </w:p>
        </w:tc>
        <w:tc>
          <w:tcPr>
            <w:tcW w:w="1063" w:type="dxa"/>
            <w:vAlign w:val="center"/>
          </w:tcPr>
          <w:p w14:paraId="0A7620AA" w14:textId="77777777" w:rsidR="00755D62" w:rsidRPr="00197AB2" w:rsidRDefault="00755D62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think this is </w:t>
            </w:r>
            <w:r>
              <w:t>right</w:t>
            </w:r>
          </w:p>
        </w:tc>
        <w:tc>
          <w:tcPr>
            <w:tcW w:w="1063" w:type="dxa"/>
            <w:vAlign w:val="center"/>
          </w:tcPr>
          <w:p w14:paraId="70CFDC84" w14:textId="77777777" w:rsidR="00755D62" w:rsidRPr="00197AB2" w:rsidRDefault="00755D62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>I think this is wrong</w:t>
            </w:r>
          </w:p>
        </w:tc>
        <w:tc>
          <w:tcPr>
            <w:tcW w:w="1063" w:type="dxa"/>
            <w:vAlign w:val="center"/>
          </w:tcPr>
          <w:p w14:paraId="714BAE15" w14:textId="77777777" w:rsidR="00755D62" w:rsidRPr="00197AB2" w:rsidRDefault="00755D62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am </w:t>
            </w:r>
            <w:r w:rsidRPr="00197AB2">
              <w:rPr>
                <w:rFonts w:eastAsia="Times New Roman" w:cs="Times New Roman"/>
                <w:b/>
                <w:lang w:eastAsia="en-GB"/>
              </w:rPr>
              <w:t>sure</w:t>
            </w:r>
            <w:r w:rsidRPr="00197AB2">
              <w:rPr>
                <w:rFonts w:eastAsia="Times New Roman" w:cs="Times New Roman"/>
                <w:lang w:eastAsia="en-GB"/>
              </w:rPr>
              <w:t xml:space="preserve"> this is wrong</w:t>
            </w:r>
          </w:p>
        </w:tc>
      </w:tr>
      <w:tr w:rsidR="00755D62" w:rsidRPr="00AE07E9" w14:paraId="3367503C" w14:textId="77777777" w:rsidTr="00677EDD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14:paraId="7BDCC6F3" w14:textId="77777777" w:rsidR="00755D62" w:rsidRPr="00AE07E9" w:rsidRDefault="00755D62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A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14:paraId="5FC953AF" w14:textId="2B8870FB" w:rsidR="00755D62" w:rsidRPr="00197AB2" w:rsidRDefault="00000147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>
              <w:rPr>
                <w:rFonts w:eastAsia="Times New Roman" w:cs="Times New Roman"/>
                <w:lang w:eastAsia="en-GB"/>
              </w:rPr>
              <w:t xml:space="preserve">Atoms can be observed </w:t>
            </w:r>
            <w:r w:rsidR="001D1D0D">
              <w:rPr>
                <w:rFonts w:eastAsia="Times New Roman" w:cs="Times New Roman"/>
                <w:lang w:eastAsia="en-GB"/>
              </w:rPr>
              <w:t xml:space="preserve">with </w:t>
            </w:r>
            <w:r>
              <w:rPr>
                <w:rFonts w:eastAsia="Times New Roman" w:cs="Times New Roman"/>
                <w:lang w:eastAsia="en-GB"/>
              </w:rPr>
              <w:t>a school microscope.</w:t>
            </w:r>
          </w:p>
        </w:tc>
        <w:tc>
          <w:tcPr>
            <w:tcW w:w="1063" w:type="dxa"/>
          </w:tcPr>
          <w:p w14:paraId="499C40B5" w14:textId="77777777" w:rsidR="00755D62" w:rsidRPr="00197AB2" w:rsidRDefault="00755D62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14:paraId="0A6B3B52" w14:textId="77777777" w:rsidR="00755D62" w:rsidRPr="00197AB2" w:rsidRDefault="00755D62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14:paraId="4ECF6AEA" w14:textId="77777777" w:rsidR="00755D62" w:rsidRPr="00197AB2" w:rsidRDefault="00755D62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14:paraId="064580B5" w14:textId="77777777" w:rsidR="00755D62" w:rsidRPr="00197AB2" w:rsidRDefault="00755D62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  <w:tr w:rsidR="00755D62" w:rsidRPr="00AE07E9" w14:paraId="4A263152" w14:textId="77777777" w:rsidTr="00677EDD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14:paraId="1D7DD548" w14:textId="77777777" w:rsidR="00755D62" w:rsidRDefault="00755D62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B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14:paraId="7F6BE991" w14:textId="1A93B4E9" w:rsidR="00755D62" w:rsidRDefault="00000147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>
              <w:rPr>
                <w:rFonts w:eastAsia="Times New Roman" w:cs="Times New Roman"/>
                <w:lang w:eastAsia="en-GB"/>
              </w:rPr>
              <w:t xml:space="preserve">Atoms can be observed </w:t>
            </w:r>
            <w:r w:rsidR="001D1D0D">
              <w:rPr>
                <w:rFonts w:eastAsia="Times New Roman" w:cs="Times New Roman"/>
                <w:lang w:eastAsia="en-GB"/>
              </w:rPr>
              <w:t>with</w:t>
            </w:r>
            <w:r>
              <w:rPr>
                <w:rFonts w:eastAsia="Times New Roman" w:cs="Times New Roman"/>
                <w:lang w:eastAsia="en-GB"/>
              </w:rPr>
              <w:t xml:space="preserve"> a powerful microscope.</w:t>
            </w:r>
          </w:p>
        </w:tc>
        <w:tc>
          <w:tcPr>
            <w:tcW w:w="1063" w:type="dxa"/>
          </w:tcPr>
          <w:p w14:paraId="69EC6BA4" w14:textId="77777777" w:rsidR="00755D62" w:rsidRPr="00197AB2" w:rsidRDefault="00755D62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14:paraId="2DEA581B" w14:textId="77777777" w:rsidR="00755D62" w:rsidRPr="00197AB2" w:rsidRDefault="00755D62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14:paraId="1242E25F" w14:textId="77777777" w:rsidR="00755D62" w:rsidRPr="00197AB2" w:rsidRDefault="00755D62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14:paraId="2AF312D5" w14:textId="77777777" w:rsidR="00755D62" w:rsidRPr="00197AB2" w:rsidRDefault="00755D62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  <w:tr w:rsidR="00755D62" w:rsidRPr="00AE07E9" w14:paraId="581887AF" w14:textId="77777777" w:rsidTr="00677EDD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14:paraId="363EFC9E" w14:textId="77777777" w:rsidR="00755D62" w:rsidRDefault="00755D62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C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14:paraId="296E0D78" w14:textId="6B60500D" w:rsidR="00755D62" w:rsidRDefault="00000147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>
              <w:rPr>
                <w:rFonts w:eastAsia="Times New Roman" w:cs="Times New Roman"/>
                <w:lang w:eastAsia="en-GB"/>
              </w:rPr>
              <w:t>Scientists have observed atoms using other equipment.</w:t>
            </w:r>
          </w:p>
        </w:tc>
        <w:tc>
          <w:tcPr>
            <w:tcW w:w="1063" w:type="dxa"/>
          </w:tcPr>
          <w:p w14:paraId="7E0786C9" w14:textId="77777777" w:rsidR="00755D62" w:rsidRPr="00197AB2" w:rsidRDefault="00755D62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14:paraId="01CAD731" w14:textId="77777777" w:rsidR="00755D62" w:rsidRPr="00197AB2" w:rsidRDefault="00755D62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14:paraId="5DAE242D" w14:textId="77777777" w:rsidR="00755D62" w:rsidRPr="00197AB2" w:rsidRDefault="00755D62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14:paraId="7CAEC716" w14:textId="77777777" w:rsidR="00755D62" w:rsidRPr="00197AB2" w:rsidRDefault="00755D62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</w:tbl>
    <w:p w14:paraId="0B01245D" w14:textId="77777777" w:rsidR="00201AC2" w:rsidRPr="00201AC2" w:rsidRDefault="00201AC2" w:rsidP="006F3279">
      <w:pPr>
        <w:spacing w:after="240"/>
        <w:rPr>
          <w:szCs w:val="18"/>
        </w:rPr>
      </w:pPr>
    </w:p>
    <w:p w14:paraId="45DCC5B9" w14:textId="77777777" w:rsidR="00201AC2" w:rsidRPr="00201AC2" w:rsidRDefault="00201AC2" w:rsidP="006F3279">
      <w:pPr>
        <w:spacing w:after="240"/>
        <w:rPr>
          <w:szCs w:val="18"/>
        </w:rPr>
      </w:pPr>
    </w:p>
    <w:p w14:paraId="419A1E0D" w14:textId="77777777"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8"/>
          <w:footerReference w:type="default" r:id="rId9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14:paraId="507FBC60" w14:textId="3F2B60E2" w:rsidR="00287876" w:rsidRPr="006F3279" w:rsidRDefault="00323334" w:rsidP="006F3279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Chemistry</w:t>
      </w:r>
      <w:r w:rsidR="006F3279" w:rsidRPr="00CA4B46">
        <w:rPr>
          <w:i/>
          <w:sz w:val="18"/>
          <w:szCs w:val="18"/>
        </w:rPr>
        <w:t xml:space="preserve"> &gt; </w:t>
      </w:r>
      <w:r w:rsidR="0007651D">
        <w:rPr>
          <w:i/>
          <w:sz w:val="18"/>
          <w:szCs w:val="18"/>
        </w:rPr>
        <w:t xml:space="preserve">Big idea </w:t>
      </w:r>
      <w:r w:rsidR="00000147">
        <w:rPr>
          <w:i/>
          <w:sz w:val="18"/>
          <w:szCs w:val="18"/>
        </w:rPr>
        <w:t>CPS: Particles and structure</w:t>
      </w:r>
      <w:r w:rsidR="0007651D">
        <w:rPr>
          <w:i/>
          <w:sz w:val="18"/>
          <w:szCs w:val="18"/>
        </w:rPr>
        <w:t xml:space="preserve"> &gt; Topic </w:t>
      </w:r>
      <w:r w:rsidR="00000147">
        <w:rPr>
          <w:i/>
          <w:sz w:val="18"/>
          <w:szCs w:val="18"/>
        </w:rPr>
        <w:t>CPS6: Periodic Table</w:t>
      </w:r>
      <w:r w:rsidR="006F3279" w:rsidRPr="00CA4B46">
        <w:rPr>
          <w:i/>
          <w:sz w:val="18"/>
          <w:szCs w:val="18"/>
        </w:rPr>
        <w:t xml:space="preserve"> &gt; </w:t>
      </w:r>
      <w:r w:rsidR="0007651D">
        <w:rPr>
          <w:i/>
          <w:sz w:val="18"/>
          <w:szCs w:val="18"/>
        </w:rPr>
        <w:t>Key concept</w:t>
      </w:r>
      <w:r w:rsidR="006F3279" w:rsidRPr="00CA4B46">
        <w:rPr>
          <w:i/>
          <w:sz w:val="18"/>
          <w:szCs w:val="18"/>
        </w:rPr>
        <w:t xml:space="preserve"> </w:t>
      </w:r>
      <w:r w:rsidR="00000147">
        <w:rPr>
          <w:i/>
          <w:sz w:val="18"/>
          <w:szCs w:val="18"/>
        </w:rPr>
        <w:t xml:space="preserve">CPS6.1: </w:t>
      </w:r>
      <w:r w:rsidR="001D1D0D">
        <w:rPr>
          <w:i/>
          <w:sz w:val="18"/>
          <w:szCs w:val="18"/>
        </w:rPr>
        <w:t>Atomic structure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14:paraId="48643F9D" w14:textId="77777777" w:rsidTr="00323334">
        <w:tc>
          <w:tcPr>
            <w:tcW w:w="12021" w:type="dxa"/>
            <w:shd w:val="clear" w:color="auto" w:fill="FABF8F" w:themeFill="accent6" w:themeFillTint="99"/>
          </w:tcPr>
          <w:p w14:paraId="4F6A9F0B" w14:textId="77777777" w:rsidR="006F3279" w:rsidRPr="00CA4B46" w:rsidRDefault="007C26E1" w:rsidP="00781BC6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FA5B3A">
              <w:rPr>
                <w:b/>
                <w:sz w:val="40"/>
                <w:szCs w:val="40"/>
              </w:rPr>
              <w:t>question</w:t>
            </w:r>
          </w:p>
        </w:tc>
      </w:tr>
      <w:tr w:rsidR="006F3279" w14:paraId="37BB3B99" w14:textId="77777777" w:rsidTr="00323334">
        <w:tc>
          <w:tcPr>
            <w:tcW w:w="12021" w:type="dxa"/>
            <w:shd w:val="clear" w:color="auto" w:fill="FBD4B4" w:themeFill="accent6" w:themeFillTint="66"/>
          </w:tcPr>
          <w:p w14:paraId="48E942FA" w14:textId="5427C166" w:rsidR="006F3279" w:rsidRPr="00CA4B46" w:rsidRDefault="001D1D0D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Seeing atoms?</w:t>
            </w:r>
          </w:p>
        </w:tc>
      </w:tr>
    </w:tbl>
    <w:p w14:paraId="24EA4110" w14:textId="77777777" w:rsidR="006F3279" w:rsidRDefault="006F3279" w:rsidP="00E172C6">
      <w:pPr>
        <w:spacing w:after="180"/>
        <w:rPr>
          <w:b/>
        </w:rPr>
      </w:pPr>
    </w:p>
    <w:p w14:paraId="49CECC8B" w14:textId="77777777" w:rsidR="00402E34" w:rsidRPr="00402E34" w:rsidRDefault="00402E34" w:rsidP="00E172C6">
      <w:pPr>
        <w:spacing w:after="180"/>
        <w:rPr>
          <w:b/>
          <w:color w:val="E36C0A" w:themeColor="accent6" w:themeShade="BF"/>
        </w:rPr>
      </w:pPr>
      <w:r w:rsidRPr="00402E34">
        <w:rPr>
          <w:b/>
          <w:color w:val="E36C0A" w:themeColor="accent6" w:themeShade="BF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FA5B3A" w14:paraId="5027A744" w14:textId="77777777" w:rsidTr="003F16F9">
        <w:trPr>
          <w:trHeight w:val="340"/>
        </w:trPr>
        <w:tc>
          <w:tcPr>
            <w:tcW w:w="2196" w:type="dxa"/>
          </w:tcPr>
          <w:p w14:paraId="1D89C026" w14:textId="77777777" w:rsidR="00FA5B3A" w:rsidRDefault="00FA5B3A" w:rsidP="00FA5B3A">
            <w:pPr>
              <w:spacing w:before="60" w:after="60"/>
            </w:pPr>
            <w:r>
              <w:t>Learning focus:</w:t>
            </w:r>
          </w:p>
        </w:tc>
        <w:tc>
          <w:tcPr>
            <w:tcW w:w="6820" w:type="dxa"/>
          </w:tcPr>
          <w:p w14:paraId="489D2881" w14:textId="41F3C3F9" w:rsidR="00FA5B3A" w:rsidRDefault="00C45EF9" w:rsidP="00FA5B3A">
            <w:pPr>
              <w:spacing w:before="60" w:after="60"/>
            </w:pPr>
            <w:r>
              <w:t>The structure of an atom may be represented by an atomic model.</w:t>
            </w:r>
          </w:p>
        </w:tc>
      </w:tr>
      <w:tr w:rsidR="00FA5B3A" w14:paraId="4CA3E358" w14:textId="77777777" w:rsidTr="003F16F9">
        <w:trPr>
          <w:trHeight w:val="340"/>
        </w:trPr>
        <w:tc>
          <w:tcPr>
            <w:tcW w:w="2196" w:type="dxa"/>
          </w:tcPr>
          <w:p w14:paraId="1C48C3B5" w14:textId="77777777" w:rsidR="00FA5B3A" w:rsidRDefault="00FA5B3A" w:rsidP="00FA5B3A">
            <w:pPr>
              <w:spacing w:before="60" w:after="60"/>
            </w:pPr>
            <w:r>
              <w:t>Observable learning outcome:</w:t>
            </w:r>
          </w:p>
        </w:tc>
        <w:tc>
          <w:tcPr>
            <w:tcW w:w="6820" w:type="dxa"/>
          </w:tcPr>
          <w:p w14:paraId="2E88AEBA" w14:textId="56F8D93C" w:rsidR="00FA5B3A" w:rsidRPr="00A50C9C" w:rsidRDefault="004B4F20" w:rsidP="00FA5B3A">
            <w:pPr>
              <w:spacing w:before="60" w:after="60"/>
              <w:rPr>
                <w:b/>
              </w:rPr>
            </w:pPr>
            <w:r w:rsidRPr="004B4F20">
              <w:t>Recognise that atoms are not visible under any type of microscope and that scientists have never ‘seen’ the structure of an atom.</w:t>
            </w:r>
          </w:p>
        </w:tc>
      </w:tr>
      <w:tr w:rsidR="00FA5B3A" w14:paraId="14F78002" w14:textId="77777777" w:rsidTr="003F16F9">
        <w:trPr>
          <w:trHeight w:val="340"/>
        </w:trPr>
        <w:tc>
          <w:tcPr>
            <w:tcW w:w="2196" w:type="dxa"/>
          </w:tcPr>
          <w:p w14:paraId="465595A3" w14:textId="77777777" w:rsidR="00FA5B3A" w:rsidRDefault="007F5D5D" w:rsidP="00FA5B3A">
            <w:pPr>
              <w:spacing w:before="60" w:after="60"/>
            </w:pPr>
            <w:r>
              <w:t>Question</w:t>
            </w:r>
            <w:r w:rsidR="00FA5B3A">
              <w:t xml:space="preserve"> type:</w:t>
            </w:r>
          </w:p>
        </w:tc>
        <w:tc>
          <w:tcPr>
            <w:tcW w:w="6820" w:type="dxa"/>
          </w:tcPr>
          <w:p w14:paraId="5C5A72EB" w14:textId="0BB384BF" w:rsidR="00FA5B3A" w:rsidRDefault="00755D62" w:rsidP="00304A9C">
            <w:pPr>
              <w:spacing w:before="60" w:after="60"/>
            </w:pPr>
            <w:r>
              <w:t>confidence grid</w:t>
            </w:r>
          </w:p>
        </w:tc>
      </w:tr>
      <w:tr w:rsidR="00FA5B3A" w14:paraId="7FDAE0B4" w14:textId="77777777" w:rsidTr="003F16F9">
        <w:trPr>
          <w:trHeight w:val="340"/>
        </w:trPr>
        <w:tc>
          <w:tcPr>
            <w:tcW w:w="2196" w:type="dxa"/>
          </w:tcPr>
          <w:p w14:paraId="75F69002" w14:textId="77777777" w:rsidR="00FA5B3A" w:rsidRDefault="00FA5B3A" w:rsidP="00FA5B3A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14:paraId="0EFFA147" w14:textId="2DE016B0" w:rsidR="00FA5B3A" w:rsidRDefault="00000147" w:rsidP="00FA5B3A">
            <w:pPr>
              <w:spacing w:before="60" w:after="60"/>
            </w:pPr>
            <w:r>
              <w:t>atom, microscope</w:t>
            </w:r>
          </w:p>
        </w:tc>
      </w:tr>
    </w:tbl>
    <w:p w14:paraId="0AEB5746" w14:textId="77777777" w:rsidR="00E172C6" w:rsidRDefault="00E172C6" w:rsidP="00E172C6">
      <w:pPr>
        <w:spacing w:after="180"/>
      </w:pPr>
    </w:p>
    <w:p w14:paraId="71D78541" w14:textId="77777777" w:rsidR="00F72ECC" w:rsidRDefault="00F72ECC" w:rsidP="00F72ECC"/>
    <w:p w14:paraId="74200DB0" w14:textId="77777777" w:rsidR="00C05571" w:rsidRPr="00323334" w:rsidRDefault="00BB44B4" w:rsidP="00026DEC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What does the research say</w:t>
      </w:r>
      <w:r w:rsidR="00C05571" w:rsidRPr="00323334">
        <w:rPr>
          <w:b/>
          <w:color w:val="E36C0A" w:themeColor="accent6" w:themeShade="BF"/>
          <w:sz w:val="24"/>
        </w:rPr>
        <w:t>?</w:t>
      </w:r>
    </w:p>
    <w:p w14:paraId="243FEECB" w14:textId="7313E5AE" w:rsidR="003E0F7C" w:rsidRDefault="003E0F7C" w:rsidP="003E0F7C">
      <w:pPr>
        <w:spacing w:after="180"/>
      </w:pPr>
      <w:r>
        <w:t xml:space="preserve">A research study </w:t>
      </w:r>
      <w:r>
        <w:fldChar w:fldCharType="begin"/>
      </w:r>
      <w:r w:rsidR="00407124">
        <w:instrText xml:space="preserve"> ADDIN EN.CITE &lt;EndNote&gt;&lt;Cite&gt;&lt;Author&gt;Harrison&lt;/Author&gt;&lt;Year&gt;1996&lt;/Year&gt;&lt;IDText&gt;Secondary students&amp;apos; mental models of atoms and moelcules: Implications for teaching chemistry&lt;/IDText&gt;&lt;DisplayText&gt;(Harrison and Treagust, 1996)&lt;/DisplayText&gt;&lt;record&gt;&lt;titles&gt;&lt;title&gt;Secondary students&amp;apos; mental models of atoms and moelcules: Implications for teaching chemistry&lt;/title&gt;&lt;secondary-title&gt;Science Education&lt;/secondary-title&gt;&lt;/titles&gt;&lt;pages&gt;509-534&lt;/pages&gt;&lt;number&gt;5&lt;/number&gt;&lt;contributors&gt;&lt;authors&gt;&lt;author&gt;Harrison, Allan G.&lt;/author&gt;&lt;author&gt;Treagust, David F.&lt;/author&gt;&lt;/authors&gt;&lt;/contributors&gt;&lt;added-date format="utc"&gt;1565366135&lt;/added-date&gt;&lt;ref-type name="Journal Article"&gt;17&lt;/ref-type&gt;&lt;dates&gt;&lt;year&gt;1996&lt;/year&gt;&lt;/dates&gt;&lt;rec-number&gt;64&lt;/rec-number&gt;&lt;last-updated-date format="utc"&gt;1565366260&lt;/last-updated-date&gt;&lt;volume&gt;80&lt;/volume&gt;&lt;/record&gt;&lt;/Cite&gt;&lt;/EndNote&gt;</w:instrText>
      </w:r>
      <w:r>
        <w:fldChar w:fldCharType="separate"/>
      </w:r>
      <w:r w:rsidR="00407124">
        <w:rPr>
          <w:noProof/>
        </w:rPr>
        <w:t>(Harrison and Treagust, 1996)</w:t>
      </w:r>
      <w:r>
        <w:fldChar w:fldCharType="end"/>
      </w:r>
      <w:r>
        <w:t xml:space="preserve"> interviewed students about their mental models of atoms. A majority of respondents stated that atoms are visible under a powerful microscope. Well over half thought that scientists could see, or have seen, atoms.</w:t>
      </w:r>
    </w:p>
    <w:p w14:paraId="5C5D2A85" w14:textId="4293ABFE" w:rsidR="003E0F7C" w:rsidRDefault="00407124" w:rsidP="00026DEC">
      <w:pPr>
        <w:spacing w:after="180"/>
      </w:pPr>
      <w:r w:rsidRPr="00407124">
        <w:t xml:space="preserve">Driver et al </w:t>
      </w:r>
      <w:r>
        <w:fldChar w:fldCharType="begin"/>
      </w:r>
      <w:r w:rsidRPr="00407124">
        <w:instrText xml:space="preserve"> ADDIN EN.CITE &lt;EndNote&gt;&lt;Cite ExcludeAuth="1"&gt;&lt;Author&gt;Driver&lt;/Author&gt;&lt;Year&gt;1994&lt;/Year&gt;&lt;IDText&gt;Making Sense of Secondary Science: Research into Children&amp;apos;s Ideas&lt;/IDText&gt;&lt;DisplayText&gt;(1994)&lt;/DisplayText&gt;&lt;record&gt;&lt;isbn&gt;970415097659&lt;/isbn&gt;&lt;titles&gt;&lt;title&gt;Making Sense of Secondary Science: Research into Children&amp;apos;s Ideas&lt;/title&gt;&lt;/titles&gt;&lt;contributors&gt;&lt;authors&gt;&lt;author&gt;Driver, Rosalind&lt;/author&gt;&lt;author&gt;Squires, Ann&lt;/author&gt;&lt;author&gt;Rushworth, Peter&lt;/author&gt;&lt;author&gt;Wood-Robinson, Valerie&lt;/author&gt;&lt;/authors&gt;&lt;/contributors&gt;&lt;added-date format="utc"&gt;1557828839&lt;/added-date&gt;&lt;pub-location&gt;London, UK&lt;/pub-location&gt;&lt;ref-type name="Book"&gt;6&lt;/ref-type&gt;&lt;dates&gt;&lt;year&gt;1994&lt;/year&gt;&lt;/dates&gt;&lt;rec-number&gt;50&lt;/rec-number&gt;&lt;publisher&gt;Routledge&lt;/publisher&gt;&lt;last-updated-date format="utc"&gt;1557828839&lt;/last-updated-date&gt;&lt;/record&gt;&lt;/Cite&gt;&lt;/EndNote&gt;</w:instrText>
      </w:r>
      <w:r>
        <w:fldChar w:fldCharType="separate"/>
      </w:r>
      <w:r w:rsidRPr="00407124">
        <w:rPr>
          <w:noProof/>
        </w:rPr>
        <w:t>(1994)</w:t>
      </w:r>
      <w:r>
        <w:fldChar w:fldCharType="end"/>
      </w:r>
      <w:r w:rsidRPr="00407124">
        <w:t xml:space="preserve"> cites rese</w:t>
      </w:r>
      <w:r>
        <w:t xml:space="preserve">arch </w:t>
      </w:r>
      <w:r>
        <w:fldChar w:fldCharType="begin"/>
      </w:r>
      <w:r>
        <w:instrText xml:space="preserve"> ADDIN EN.CITE &lt;EndNote&gt;&lt;Cite&gt;&lt;Author&gt;Arnold&lt;/Author&gt;&lt;Year&gt;1983&lt;/Year&gt;&lt;IDText&gt;Beware the molecell!&lt;/IDText&gt;&lt;DisplayText&gt;(Arnold, 1983)&lt;/DisplayText&gt;&lt;record&gt;&lt;titles&gt;&lt;title&gt;Beware the molecell!&lt;/title&gt;&lt;secondary-title&gt;Biology Newsletter&lt;/secondary-title&gt;&lt;/titles&gt;&lt;pages&gt;2-6&lt;/pages&gt;&lt;contributors&gt;&lt;authors&gt;&lt;author&gt;Arnold, B.&lt;/author&gt;&lt;/authors&gt;&lt;/contributors&gt;&lt;added-date format="utc"&gt;1565799017&lt;/added-date&gt;&lt;ref-type name="Journal Article"&gt;17&lt;/ref-type&gt;&lt;dates&gt;&lt;year&gt;1983&lt;/year&gt;&lt;/dates&gt;&lt;rec-number&gt;67&lt;/rec-number&gt;&lt;last-updated-date format="utc"&gt;1565799067&lt;/last-updated-date&gt;&lt;volume&gt;42&lt;/volume&gt;&lt;/record&gt;&lt;/Cite&gt;&lt;/EndNote&gt;</w:instrText>
      </w:r>
      <w:r>
        <w:fldChar w:fldCharType="separate"/>
      </w:r>
      <w:r>
        <w:rPr>
          <w:noProof/>
        </w:rPr>
        <w:t>(Arnold, 1983)</w:t>
      </w:r>
      <w:r>
        <w:fldChar w:fldCharType="end"/>
      </w:r>
      <w:r>
        <w:t xml:space="preserve"> that found th</w:t>
      </w:r>
      <w:r w:rsidR="00C45EF9">
        <w:t>at</w:t>
      </w:r>
      <w:r>
        <w:t xml:space="preserve"> students confused the concept of a cell and a molecule. Instead they appeared to have a more generalised concept of ‘very small units that make up larger </w:t>
      </w:r>
      <w:r w:rsidR="00C45EF9">
        <w:t xml:space="preserve">things.’ </w:t>
      </w:r>
      <w:r>
        <w:t xml:space="preserve"> Arnold called this a ‘molecell’.</w:t>
      </w:r>
    </w:p>
    <w:p w14:paraId="7BB417E1" w14:textId="6B13CFC0" w:rsidR="00407124" w:rsidRDefault="00407124" w:rsidP="00026DEC">
      <w:pPr>
        <w:spacing w:after="180"/>
      </w:pPr>
      <w:r>
        <w:t>This could explain why so many students considered that atoms would be visible under a powerful microscope.</w:t>
      </w:r>
    </w:p>
    <w:p w14:paraId="7215FC06" w14:textId="04A395E4" w:rsidR="00407124" w:rsidRPr="00407124" w:rsidRDefault="00407124" w:rsidP="00026DEC">
      <w:pPr>
        <w:spacing w:after="180"/>
      </w:pPr>
      <w:r>
        <w:t>Alternatively</w:t>
      </w:r>
      <w:r w:rsidR="001A6F2F">
        <w:t>,</w:t>
      </w:r>
      <w:r>
        <w:t xml:space="preserve"> students may have seen images produced by a scanning tunnelling electron micrograph. </w:t>
      </w:r>
      <w:r w:rsidR="00C45EF9">
        <w:t>However,</w:t>
      </w:r>
      <w:r>
        <w:t xml:space="preserve"> this equipment shows the contour of the electric potential for the outermost layers of the electron orbitals. This is in effect a model generated by a computer, not an actual observation of an atom.</w:t>
      </w:r>
    </w:p>
    <w:p w14:paraId="5ABF47AF" w14:textId="25BCF058" w:rsidR="007A748B" w:rsidRPr="00323334" w:rsidRDefault="007A748B" w:rsidP="00026DEC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 xml:space="preserve">Ways to use this </w:t>
      </w:r>
      <w:r w:rsidR="00C1460B">
        <w:rPr>
          <w:b/>
          <w:color w:val="E36C0A" w:themeColor="accent6" w:themeShade="BF"/>
          <w:sz w:val="24"/>
        </w:rPr>
        <w:t>question</w:t>
      </w:r>
    </w:p>
    <w:p w14:paraId="772DFA82" w14:textId="77777777" w:rsidR="00755D62" w:rsidRPr="00816065" w:rsidRDefault="00755D62" w:rsidP="00755D62">
      <w:pPr>
        <w:spacing w:after="180"/>
        <w:rPr>
          <w:rFonts w:cstheme="minorHAnsi"/>
        </w:rPr>
      </w:pPr>
      <w:r w:rsidRPr="00816065">
        <w:rPr>
          <w:rFonts w:cstheme="minorHAnsi"/>
        </w:rPr>
        <w:t>Students should complete the confidence grid individually.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This could be a pencil and paper exercise, or you could use an electronic ‘voting system’ or mini white boards and the PowerPoint presentation.</w:t>
      </w:r>
      <w:r>
        <w:rPr>
          <w:rFonts w:cstheme="minorHAnsi"/>
        </w:rPr>
        <w:t xml:space="preserve"> </w:t>
      </w:r>
    </w:p>
    <w:p w14:paraId="39F049AF" w14:textId="77777777" w:rsidR="00755D62" w:rsidRPr="00816065" w:rsidRDefault="00755D62" w:rsidP="00755D62">
      <w:pPr>
        <w:spacing w:after="180"/>
        <w:rPr>
          <w:rFonts w:cstheme="minorHAnsi"/>
        </w:rPr>
      </w:pPr>
      <w:r w:rsidRPr="00816065">
        <w:rPr>
          <w:rFonts w:cstheme="minorHAnsi"/>
        </w:rPr>
        <w:t>If there is a range of answers, you may choose to respond through structured class discussion.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Ask one student to explain why they gave the answer they did; ask another student to explain why they agree with them; ask another to explain why they disagree, and so 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This sort of discussion gives students the opportunity to explore their thinking and for you to really understand their learning needs.</w:t>
      </w:r>
      <w:r>
        <w:rPr>
          <w:rFonts w:cstheme="minorHAnsi"/>
        </w:rPr>
        <w:t xml:space="preserve"> </w:t>
      </w:r>
    </w:p>
    <w:p w14:paraId="1DFFBF95" w14:textId="5AF566A5" w:rsidR="00755D62" w:rsidRDefault="00755D62" w:rsidP="00755D62">
      <w:pPr>
        <w:spacing w:after="180"/>
        <w:rPr>
          <w:rFonts w:cstheme="minorHAnsi"/>
          <w:i/>
        </w:rPr>
      </w:pPr>
      <w:r w:rsidRPr="00CA5DF8">
        <w:rPr>
          <w:rFonts w:cstheme="minorHAnsi"/>
          <w:i/>
        </w:rPr>
        <w:t>Differentiation</w:t>
      </w:r>
    </w:p>
    <w:p w14:paraId="136FB50A" w14:textId="322B7E4F" w:rsidR="00CA5DF8" w:rsidRPr="00CA5DF8" w:rsidRDefault="00CA5DF8" w:rsidP="00755D62">
      <w:pPr>
        <w:spacing w:after="180"/>
        <w:rPr>
          <w:rFonts w:cstheme="minorHAnsi"/>
          <w:iCs/>
        </w:rPr>
      </w:pPr>
      <w:r w:rsidRPr="00CA5DF8">
        <w:rPr>
          <w:rFonts w:cstheme="minorHAnsi"/>
          <w:iCs/>
        </w:rPr>
        <w:t>Some students may benefit from support in structuring their thinking about each statement.</w:t>
      </w:r>
    </w:p>
    <w:p w14:paraId="368E9B08" w14:textId="77777777" w:rsidR="00CA5DF8" w:rsidRDefault="00CA5DF8" w:rsidP="00026DEC">
      <w:pPr>
        <w:spacing w:after="180"/>
        <w:rPr>
          <w:b/>
          <w:color w:val="E36C0A" w:themeColor="accent6" w:themeShade="BF"/>
          <w:sz w:val="24"/>
        </w:rPr>
      </w:pPr>
    </w:p>
    <w:p w14:paraId="49D41027" w14:textId="77777777" w:rsidR="00CA5DF8" w:rsidRDefault="00CA5DF8" w:rsidP="00026DEC">
      <w:pPr>
        <w:spacing w:after="180"/>
        <w:rPr>
          <w:b/>
          <w:color w:val="E36C0A" w:themeColor="accent6" w:themeShade="BF"/>
          <w:sz w:val="24"/>
        </w:rPr>
      </w:pPr>
    </w:p>
    <w:p w14:paraId="6C4771C8" w14:textId="17DE64F7" w:rsidR="00E172C6" w:rsidRPr="00323334" w:rsidRDefault="00BB44B4" w:rsidP="00026DEC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Expected answers</w:t>
      </w:r>
    </w:p>
    <w:p w14:paraId="0BE4EBF0" w14:textId="159CB132" w:rsidR="00BF6C8A" w:rsidRDefault="004B4F20" w:rsidP="00BF6C8A">
      <w:pPr>
        <w:spacing w:after="180"/>
      </w:pPr>
      <w:r>
        <w:t>Students should be confident that none of the statements is correct.</w:t>
      </w:r>
    </w:p>
    <w:p w14:paraId="683C076A" w14:textId="77777777" w:rsidR="006A4440" w:rsidRPr="00323334" w:rsidRDefault="004C5D20" w:rsidP="00BF6C8A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How to respond - w</w:t>
      </w:r>
      <w:r w:rsidR="006A4440" w:rsidRPr="00323334">
        <w:rPr>
          <w:b/>
          <w:color w:val="E36C0A" w:themeColor="accent6" w:themeShade="BF"/>
          <w:sz w:val="24"/>
        </w:rPr>
        <w:t>h</w:t>
      </w:r>
      <w:r w:rsidRPr="00323334">
        <w:rPr>
          <w:b/>
          <w:color w:val="E36C0A" w:themeColor="accent6" w:themeShade="BF"/>
          <w:sz w:val="24"/>
        </w:rPr>
        <w:t>at</w:t>
      </w:r>
      <w:r w:rsidR="006A4440" w:rsidRPr="00323334">
        <w:rPr>
          <w:b/>
          <w:color w:val="E36C0A" w:themeColor="accent6" w:themeShade="BF"/>
          <w:sz w:val="24"/>
        </w:rPr>
        <w:t xml:space="preserve"> next?</w:t>
      </w:r>
    </w:p>
    <w:p w14:paraId="61F5544F" w14:textId="1A31451D" w:rsidR="004F039C" w:rsidRPr="003E0F7C" w:rsidRDefault="00FF16D2" w:rsidP="006A4440">
      <w:pPr>
        <w:spacing w:after="180"/>
      </w:pPr>
      <w:r w:rsidRPr="003E0F7C">
        <w:t xml:space="preserve">A student who </w:t>
      </w:r>
      <w:r w:rsidR="003E0F7C" w:rsidRPr="003E0F7C">
        <w:t>agrees with the statement that atoms are observable under a standard microscope may be unclear as to the relative size of an atom in comparison with microscopically observable objects.</w:t>
      </w:r>
    </w:p>
    <w:p w14:paraId="6F3537E8" w14:textId="31196935" w:rsidR="003E0F7C" w:rsidRPr="003E0F7C" w:rsidRDefault="00C45EF9" w:rsidP="006A4440">
      <w:pPr>
        <w:spacing w:after="180"/>
      </w:pPr>
      <w:r>
        <w:t>If a student</w:t>
      </w:r>
      <w:r w:rsidR="003E0F7C" w:rsidRPr="003E0F7C">
        <w:t xml:space="preserve"> </w:t>
      </w:r>
      <w:r>
        <w:t>believes</w:t>
      </w:r>
      <w:bookmarkStart w:id="0" w:name="_GoBack"/>
      <w:bookmarkEnd w:id="0"/>
      <w:r w:rsidR="003E0F7C" w:rsidRPr="003E0F7C">
        <w:t xml:space="preserve"> that scientists have seen atoms</w:t>
      </w:r>
      <w:r w:rsidR="00CA5DF8">
        <w:t>,</w:t>
      </w:r>
      <w:r w:rsidR="003E0F7C" w:rsidRPr="003E0F7C">
        <w:t xml:space="preserve"> </w:t>
      </w:r>
      <w:r>
        <w:t>then they may be more</w:t>
      </w:r>
      <w:r w:rsidR="003E0F7C" w:rsidRPr="003E0F7C">
        <w:t xml:space="preserve"> likely</w:t>
      </w:r>
      <w:r>
        <w:t xml:space="preserve"> to think that a</w:t>
      </w:r>
      <w:r w:rsidR="003E0F7C" w:rsidRPr="003E0F7C">
        <w:t xml:space="preserve"> diagram </w:t>
      </w:r>
      <w:r>
        <w:t xml:space="preserve">of an atomic model actually </w:t>
      </w:r>
      <w:r w:rsidR="003E0F7C" w:rsidRPr="003E0F7C">
        <w:t>shows a representation of real life. Careful clarification and discussion of the nature of a model may be needed when introducing the structure of the atom.</w:t>
      </w:r>
    </w:p>
    <w:p w14:paraId="1BB03CA2" w14:textId="7485D19E" w:rsidR="005F1A7B" w:rsidRDefault="004F039C" w:rsidP="006A4440">
      <w:pPr>
        <w:spacing w:after="180"/>
      </w:pPr>
      <w:r w:rsidRPr="003E0F7C">
        <w:t xml:space="preserve">If students have </w:t>
      </w:r>
      <w:r w:rsidR="001E4950" w:rsidRPr="003E0F7C">
        <w:t>misunderstanding</w:t>
      </w:r>
      <w:r w:rsidRPr="003E0F7C">
        <w:t xml:space="preserve">s about </w:t>
      </w:r>
      <w:r w:rsidR="00FF16D2" w:rsidRPr="003E0F7C">
        <w:t xml:space="preserve">the size of an atom it </w:t>
      </w:r>
      <w:r w:rsidR="00CA5DF8">
        <w:t>may</w:t>
      </w:r>
      <w:r w:rsidR="00FF16D2" w:rsidRPr="003E0F7C">
        <w:t xml:space="preserve"> help to compare the size of the atom to other very small, but microscopically observable items such as a cell.</w:t>
      </w:r>
      <w:r w:rsidRPr="003E0F7C">
        <w:t xml:space="preserve"> The following </w:t>
      </w:r>
      <w:r w:rsidR="005F1A7B" w:rsidRPr="003E0F7C">
        <w:t xml:space="preserve">BEST </w:t>
      </w:r>
      <w:r w:rsidR="004C5D20" w:rsidRPr="003E0F7C">
        <w:t xml:space="preserve">‘response </w:t>
      </w:r>
      <w:r w:rsidR="00C1460B" w:rsidRPr="003E0F7C">
        <w:t>activities</w:t>
      </w:r>
      <w:r w:rsidR="004C5D20" w:rsidRPr="003E0F7C">
        <w:t>’</w:t>
      </w:r>
      <w:r w:rsidR="005F1A7B" w:rsidRPr="003E0F7C">
        <w:t xml:space="preserve"> </w:t>
      </w:r>
      <w:r w:rsidR="004C5D20" w:rsidRPr="003E0F7C">
        <w:t>c</w:t>
      </w:r>
      <w:r w:rsidR="005F1A7B" w:rsidRPr="003E0F7C">
        <w:t xml:space="preserve">ould </w:t>
      </w:r>
      <w:r w:rsidR="004C5D20" w:rsidRPr="003E0F7C">
        <w:t>be used in follow-up to this diagnostic question</w:t>
      </w:r>
      <w:r w:rsidRPr="003E0F7C">
        <w:t>:</w:t>
      </w:r>
      <w:r w:rsidR="00FF16D2">
        <w:t xml:space="preserve"> </w:t>
      </w:r>
    </w:p>
    <w:p w14:paraId="5312D5D6" w14:textId="0C4600C9" w:rsidR="00A6111E" w:rsidRPr="00A6111E" w:rsidRDefault="001D1D0D" w:rsidP="00402E34">
      <w:pPr>
        <w:pStyle w:val="ListParagraph"/>
        <w:numPr>
          <w:ilvl w:val="0"/>
          <w:numId w:val="1"/>
        </w:numPr>
        <w:spacing w:after="180"/>
      </w:pPr>
      <w:r>
        <w:t>Size sequence</w:t>
      </w:r>
    </w:p>
    <w:p w14:paraId="14A25B6C" w14:textId="77777777" w:rsidR="003117F6" w:rsidRPr="00323334" w:rsidRDefault="00CC78A5" w:rsidP="00026DEC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Acknowledgments</w:t>
      </w:r>
    </w:p>
    <w:p w14:paraId="3399E832" w14:textId="541C458F"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E252BE">
        <w:t>Helen Harden</w:t>
      </w:r>
      <w:r w:rsidR="0015356E">
        <w:t xml:space="preserve"> (UYSEG)</w:t>
      </w:r>
      <w:r w:rsidR="00000147">
        <w:t>.</w:t>
      </w:r>
    </w:p>
    <w:p w14:paraId="326D9537" w14:textId="5DF7B305" w:rsidR="00CC78A5" w:rsidRDefault="00D278E8" w:rsidP="00E172C6">
      <w:pPr>
        <w:spacing w:after="180"/>
      </w:pPr>
      <w:r w:rsidRPr="0045323E">
        <w:t xml:space="preserve">Images: </w:t>
      </w:r>
      <w:r w:rsidR="004B4F20">
        <w:t>Pixabay</w:t>
      </w:r>
    </w:p>
    <w:p w14:paraId="49F318C3" w14:textId="5E908310" w:rsidR="00FF76FA" w:rsidRPr="003E0F7C" w:rsidRDefault="003117F6" w:rsidP="00E24309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References</w:t>
      </w:r>
    </w:p>
    <w:p w14:paraId="14F60F1C" w14:textId="77777777" w:rsidR="00407124" w:rsidRPr="00407124" w:rsidRDefault="00FF76FA" w:rsidP="00407124">
      <w:pPr>
        <w:pStyle w:val="EndNoteBibliography"/>
      </w:pPr>
      <w:r>
        <w:fldChar w:fldCharType="begin"/>
      </w:r>
      <w:r>
        <w:instrText xml:space="preserve"> ADDIN EN.REFLIST </w:instrText>
      </w:r>
      <w:r>
        <w:fldChar w:fldCharType="separate"/>
      </w:r>
      <w:r w:rsidR="00407124" w:rsidRPr="00407124">
        <w:t xml:space="preserve">Arnold, B. (1983). Beware the molecell! </w:t>
      </w:r>
      <w:r w:rsidR="00407124" w:rsidRPr="00407124">
        <w:rPr>
          <w:i/>
        </w:rPr>
        <w:t>Biology Newsletter,</w:t>
      </w:r>
      <w:r w:rsidR="00407124" w:rsidRPr="00407124">
        <w:t xml:space="preserve"> 42</w:t>
      </w:r>
      <w:r w:rsidR="00407124" w:rsidRPr="00407124">
        <w:rPr>
          <w:b/>
        </w:rPr>
        <w:t>,</w:t>
      </w:r>
      <w:r w:rsidR="00407124" w:rsidRPr="00407124">
        <w:t xml:space="preserve"> 2-6.</w:t>
      </w:r>
    </w:p>
    <w:p w14:paraId="45A1FAE7" w14:textId="77777777" w:rsidR="00407124" w:rsidRPr="00407124" w:rsidRDefault="00407124" w:rsidP="00407124">
      <w:pPr>
        <w:pStyle w:val="EndNoteBibliography"/>
      </w:pPr>
      <w:r w:rsidRPr="00407124">
        <w:t xml:space="preserve">Driver, R., et al. (1994). </w:t>
      </w:r>
      <w:r w:rsidRPr="00407124">
        <w:rPr>
          <w:i/>
        </w:rPr>
        <w:t xml:space="preserve">Making Sense of Secondary Science: Research into Children's Ideas, </w:t>
      </w:r>
      <w:r w:rsidRPr="00407124">
        <w:t>London, UK: Routledge.</w:t>
      </w:r>
    </w:p>
    <w:p w14:paraId="56C7B289" w14:textId="77777777" w:rsidR="00407124" w:rsidRPr="00407124" w:rsidRDefault="00407124" w:rsidP="00407124">
      <w:pPr>
        <w:pStyle w:val="EndNoteBibliography"/>
      </w:pPr>
      <w:r w:rsidRPr="00407124">
        <w:t xml:space="preserve">Harrison, A. G. and Treagust, D. F. (1996). Secondary students' mental models of atoms and moelcules: Implications for teaching chemistry. </w:t>
      </w:r>
      <w:r w:rsidRPr="00407124">
        <w:rPr>
          <w:i/>
        </w:rPr>
        <w:t>Science Education,</w:t>
      </w:r>
      <w:r w:rsidRPr="00407124">
        <w:t xml:space="preserve"> 80(5)</w:t>
      </w:r>
      <w:r w:rsidRPr="00407124">
        <w:rPr>
          <w:b/>
        </w:rPr>
        <w:t>,</w:t>
      </w:r>
      <w:r w:rsidRPr="00407124">
        <w:t xml:space="preserve"> 509-534.</w:t>
      </w:r>
    </w:p>
    <w:p w14:paraId="3B2B5A67" w14:textId="4E2AB0A6" w:rsidR="0067031A" w:rsidRPr="0067031A" w:rsidRDefault="00FF76FA" w:rsidP="00E24309">
      <w:pPr>
        <w:spacing w:after="180"/>
      </w:pPr>
      <w:r>
        <w:fldChar w:fldCharType="end"/>
      </w:r>
    </w:p>
    <w:sectPr w:rsidR="0067031A" w:rsidRPr="0067031A" w:rsidSect="00642ECD">
      <w:headerReference w:type="default" r:id="rId10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020114" w14:textId="77777777" w:rsidR="004A0AA3" w:rsidRDefault="004A0AA3" w:rsidP="000B473B">
      <w:r>
        <w:separator/>
      </w:r>
    </w:p>
  </w:endnote>
  <w:endnote w:type="continuationSeparator" w:id="0">
    <w:p w14:paraId="451CCC3C" w14:textId="77777777" w:rsidR="004A0AA3" w:rsidRDefault="004A0AA3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2BCCE5" w14:textId="77777777"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4E30FB5C" wp14:editId="4827D4A9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DF80C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755D62">
      <w:rPr>
        <w:noProof/>
      </w:rPr>
      <w:t>3</w:t>
    </w:r>
    <w:r>
      <w:rPr>
        <w:noProof/>
      </w:rPr>
      <w:fldChar w:fldCharType="end"/>
    </w:r>
  </w:p>
  <w:p w14:paraId="09605E09" w14:textId="77777777"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67031A">
      <w:rPr>
        <w:sz w:val="16"/>
        <w:szCs w:val="16"/>
      </w:rPr>
      <w:t>document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14:paraId="51044806" w14:textId="77777777" w:rsidR="00F12C3B" w:rsidRPr="00201AC2" w:rsidRDefault="001E4950" w:rsidP="001E4950">
    <w:pPr>
      <w:pStyle w:val="Footer"/>
      <w:rPr>
        <w:sz w:val="16"/>
        <w:szCs w:val="16"/>
      </w:rPr>
    </w:pPr>
    <w:r w:rsidRPr="001E4950">
      <w:rPr>
        <w:sz w:val="16"/>
        <w:szCs w:val="16"/>
      </w:rPr>
      <w:t>© University of York Science Education 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71971E" w14:textId="77777777" w:rsidR="004A0AA3" w:rsidRDefault="004A0AA3" w:rsidP="000B473B">
      <w:r>
        <w:separator/>
      </w:r>
    </w:p>
  </w:footnote>
  <w:footnote w:type="continuationSeparator" w:id="0">
    <w:p w14:paraId="6D8F300B" w14:textId="77777777" w:rsidR="004A0AA3" w:rsidRDefault="004A0AA3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4338CE" w14:textId="77777777"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 wp14:anchorId="41C76D42" wp14:editId="1AB758EB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6DADDFB" wp14:editId="158298EA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9B4A8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35E0C9" w14:textId="77777777"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3B1621E0" wp14:editId="5B1E56FB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5FBB566" wp14:editId="146AD835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9AE85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931AFD"/>
    <w:rsid w:val="00000147"/>
    <w:rsid w:val="00015578"/>
    <w:rsid w:val="00024731"/>
    <w:rsid w:val="00026DEC"/>
    <w:rsid w:val="000505CA"/>
    <w:rsid w:val="0007651D"/>
    <w:rsid w:val="0009089A"/>
    <w:rsid w:val="000947E2"/>
    <w:rsid w:val="00095E04"/>
    <w:rsid w:val="000B45C3"/>
    <w:rsid w:val="000B473B"/>
    <w:rsid w:val="000D0E89"/>
    <w:rsid w:val="000E2689"/>
    <w:rsid w:val="00142613"/>
    <w:rsid w:val="00144DA7"/>
    <w:rsid w:val="0015356E"/>
    <w:rsid w:val="00161D3F"/>
    <w:rsid w:val="001915D4"/>
    <w:rsid w:val="001A1FED"/>
    <w:rsid w:val="001A40E2"/>
    <w:rsid w:val="001A6F2F"/>
    <w:rsid w:val="001C4805"/>
    <w:rsid w:val="001D1D0D"/>
    <w:rsid w:val="001E4950"/>
    <w:rsid w:val="00201AC2"/>
    <w:rsid w:val="00214608"/>
    <w:rsid w:val="0021607B"/>
    <w:rsid w:val="002178AC"/>
    <w:rsid w:val="0022547C"/>
    <w:rsid w:val="00242736"/>
    <w:rsid w:val="0025410A"/>
    <w:rsid w:val="0027553E"/>
    <w:rsid w:val="0028012F"/>
    <w:rsid w:val="002828DF"/>
    <w:rsid w:val="00287876"/>
    <w:rsid w:val="0029045E"/>
    <w:rsid w:val="00292C53"/>
    <w:rsid w:val="00294E22"/>
    <w:rsid w:val="002C22EA"/>
    <w:rsid w:val="002C59BA"/>
    <w:rsid w:val="00301AA9"/>
    <w:rsid w:val="00304A9C"/>
    <w:rsid w:val="003117F6"/>
    <w:rsid w:val="00323334"/>
    <w:rsid w:val="003533B8"/>
    <w:rsid w:val="003752BE"/>
    <w:rsid w:val="003A346A"/>
    <w:rsid w:val="003B2917"/>
    <w:rsid w:val="003B541B"/>
    <w:rsid w:val="003E0F7C"/>
    <w:rsid w:val="003E2B2F"/>
    <w:rsid w:val="003E6046"/>
    <w:rsid w:val="003F16F9"/>
    <w:rsid w:val="00402E34"/>
    <w:rsid w:val="00407124"/>
    <w:rsid w:val="00430C1F"/>
    <w:rsid w:val="00442595"/>
    <w:rsid w:val="0045323E"/>
    <w:rsid w:val="004A0AA3"/>
    <w:rsid w:val="004B0EE1"/>
    <w:rsid w:val="004B4F20"/>
    <w:rsid w:val="004C5D20"/>
    <w:rsid w:val="004D0D83"/>
    <w:rsid w:val="004E1DF1"/>
    <w:rsid w:val="004E5592"/>
    <w:rsid w:val="004F039C"/>
    <w:rsid w:val="0050055B"/>
    <w:rsid w:val="00524710"/>
    <w:rsid w:val="00555342"/>
    <w:rsid w:val="005560E2"/>
    <w:rsid w:val="005A452E"/>
    <w:rsid w:val="005A6EE7"/>
    <w:rsid w:val="005F1A7B"/>
    <w:rsid w:val="006355D8"/>
    <w:rsid w:val="00642ECD"/>
    <w:rsid w:val="006502A0"/>
    <w:rsid w:val="0067031A"/>
    <w:rsid w:val="006772F5"/>
    <w:rsid w:val="00695159"/>
    <w:rsid w:val="006A4440"/>
    <w:rsid w:val="006B0615"/>
    <w:rsid w:val="006D166B"/>
    <w:rsid w:val="006F3279"/>
    <w:rsid w:val="006F6C6B"/>
    <w:rsid w:val="00704AEE"/>
    <w:rsid w:val="00722F9A"/>
    <w:rsid w:val="00754539"/>
    <w:rsid w:val="00755D62"/>
    <w:rsid w:val="00781BC6"/>
    <w:rsid w:val="007A3C86"/>
    <w:rsid w:val="007A683E"/>
    <w:rsid w:val="007A748B"/>
    <w:rsid w:val="007C26E1"/>
    <w:rsid w:val="007D1D65"/>
    <w:rsid w:val="007E0A9E"/>
    <w:rsid w:val="007E5309"/>
    <w:rsid w:val="007F5D5D"/>
    <w:rsid w:val="00800DE1"/>
    <w:rsid w:val="00813F47"/>
    <w:rsid w:val="008450D6"/>
    <w:rsid w:val="008554D6"/>
    <w:rsid w:val="00856FCA"/>
    <w:rsid w:val="00873B8C"/>
    <w:rsid w:val="00880E3B"/>
    <w:rsid w:val="008A405F"/>
    <w:rsid w:val="008C7F34"/>
    <w:rsid w:val="008E580C"/>
    <w:rsid w:val="0090047A"/>
    <w:rsid w:val="00925026"/>
    <w:rsid w:val="00931264"/>
    <w:rsid w:val="00931AFD"/>
    <w:rsid w:val="00942A4B"/>
    <w:rsid w:val="00961D59"/>
    <w:rsid w:val="009B2CE4"/>
    <w:rsid w:val="009B2D55"/>
    <w:rsid w:val="009C0343"/>
    <w:rsid w:val="009E0D11"/>
    <w:rsid w:val="00A24A16"/>
    <w:rsid w:val="00A37D14"/>
    <w:rsid w:val="00A42C0B"/>
    <w:rsid w:val="00A6111E"/>
    <w:rsid w:val="00A6168B"/>
    <w:rsid w:val="00A62028"/>
    <w:rsid w:val="00AA6236"/>
    <w:rsid w:val="00AB6AE7"/>
    <w:rsid w:val="00AC3494"/>
    <w:rsid w:val="00AD21F5"/>
    <w:rsid w:val="00B06225"/>
    <w:rsid w:val="00B23C7A"/>
    <w:rsid w:val="00B305F5"/>
    <w:rsid w:val="00B46FF9"/>
    <w:rsid w:val="00B47E1D"/>
    <w:rsid w:val="00B75483"/>
    <w:rsid w:val="00BA7952"/>
    <w:rsid w:val="00BB44B4"/>
    <w:rsid w:val="00BF0BBF"/>
    <w:rsid w:val="00BF6C8A"/>
    <w:rsid w:val="00C05571"/>
    <w:rsid w:val="00C1460B"/>
    <w:rsid w:val="00C246CE"/>
    <w:rsid w:val="00C45EF9"/>
    <w:rsid w:val="00C54711"/>
    <w:rsid w:val="00C57FA2"/>
    <w:rsid w:val="00C74D9C"/>
    <w:rsid w:val="00CA5DF8"/>
    <w:rsid w:val="00CC2E4D"/>
    <w:rsid w:val="00CC78A5"/>
    <w:rsid w:val="00CC7B16"/>
    <w:rsid w:val="00CE15FE"/>
    <w:rsid w:val="00D02E15"/>
    <w:rsid w:val="00D14F44"/>
    <w:rsid w:val="00D278E8"/>
    <w:rsid w:val="00D421E8"/>
    <w:rsid w:val="00D44604"/>
    <w:rsid w:val="00D479B3"/>
    <w:rsid w:val="00D52283"/>
    <w:rsid w:val="00D524E5"/>
    <w:rsid w:val="00D72FEF"/>
    <w:rsid w:val="00D755FA"/>
    <w:rsid w:val="00DC4A4E"/>
    <w:rsid w:val="00DD1874"/>
    <w:rsid w:val="00DD63BD"/>
    <w:rsid w:val="00DF05DB"/>
    <w:rsid w:val="00DF7E20"/>
    <w:rsid w:val="00E172C6"/>
    <w:rsid w:val="00E24309"/>
    <w:rsid w:val="00E252BE"/>
    <w:rsid w:val="00E53D82"/>
    <w:rsid w:val="00E857DB"/>
    <w:rsid w:val="00E9330A"/>
    <w:rsid w:val="00EE6B97"/>
    <w:rsid w:val="00F12C3B"/>
    <w:rsid w:val="00F26884"/>
    <w:rsid w:val="00F72ECC"/>
    <w:rsid w:val="00F8355F"/>
    <w:rsid w:val="00FA3196"/>
    <w:rsid w:val="00FA5B3A"/>
    <w:rsid w:val="00FF16D2"/>
    <w:rsid w:val="00FF32EE"/>
    <w:rsid w:val="00FF7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F405BC"/>
  <w15:docId w15:val="{455FAD85-7B61-421A-BB1B-CC241C067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FF76FA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FF76FA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FF76FA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FF76FA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C\Documents\BEST\Templates\New%20templates%20Dec\template_chemistry_diagnostic_Confidence%20Gri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template_chemistry_diagnostic_Confidence Grid</Template>
  <TotalTime>108</TotalTime>
  <Pages>3</Pages>
  <Words>927</Words>
  <Characters>5288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6203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HEC Harden</dc:creator>
  <cp:lastModifiedBy>HEC Harden</cp:lastModifiedBy>
  <cp:revision>7</cp:revision>
  <cp:lastPrinted>2017-02-24T16:20:00Z</cp:lastPrinted>
  <dcterms:created xsi:type="dcterms:W3CDTF">2019-08-13T15:55:00Z</dcterms:created>
  <dcterms:modified xsi:type="dcterms:W3CDTF">2019-10-16T08:56:00Z</dcterms:modified>
</cp:coreProperties>
</file>